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26" w:rsidRDefault="00802A26" w:rsidP="00802A26">
      <w:pPr>
        <w:jc w:val="center"/>
        <w:rPr>
          <w:rFonts w:ascii="Bookman Old Style" w:hAnsi="Bookman Old Style"/>
          <w:b/>
          <w:i/>
          <w:color w:val="7030A0"/>
          <w:sz w:val="48"/>
          <w:szCs w:val="48"/>
        </w:rPr>
      </w:pPr>
      <w:proofErr w:type="spellStart"/>
      <w:r w:rsidRPr="005E2699">
        <w:rPr>
          <w:rFonts w:ascii="Bookman Old Style" w:hAnsi="Bookman Old Style"/>
          <w:b/>
          <w:i/>
          <w:color w:val="7030A0"/>
          <w:sz w:val="48"/>
          <w:szCs w:val="48"/>
        </w:rPr>
        <w:t>Порешай-ка</w:t>
      </w:r>
      <w:proofErr w:type="spellEnd"/>
    </w:p>
    <w:p w:rsidR="00802A26" w:rsidRPr="005E2699" w:rsidRDefault="00802A26" w:rsidP="00802A26">
      <w:pPr>
        <w:jc w:val="both"/>
        <w:rPr>
          <w:rFonts w:ascii="Bookman Old Style" w:hAnsi="Bookman Old Style"/>
          <w:sz w:val="32"/>
          <w:szCs w:val="32"/>
        </w:rPr>
      </w:pPr>
      <w:r w:rsidRPr="005E2699">
        <w:rPr>
          <w:rFonts w:ascii="Bookman Old Style" w:hAnsi="Bookman Old Style"/>
          <w:sz w:val="32"/>
          <w:szCs w:val="32"/>
        </w:rPr>
        <w:t xml:space="preserve">Эта страничка для </w:t>
      </w:r>
      <w:proofErr w:type="gramStart"/>
      <w:r w:rsidRPr="005E2699">
        <w:rPr>
          <w:rFonts w:ascii="Bookman Old Style" w:hAnsi="Bookman Old Style"/>
          <w:sz w:val="32"/>
          <w:szCs w:val="32"/>
        </w:rPr>
        <w:t>самых-самых</w:t>
      </w:r>
      <w:proofErr w:type="gramEnd"/>
      <w:r>
        <w:rPr>
          <w:rFonts w:ascii="Bookman Old Style" w:hAnsi="Bookman Old Style"/>
          <w:sz w:val="32"/>
          <w:szCs w:val="32"/>
        </w:rPr>
        <w:t>, предлагаем интеллектуалам пищу для ума. Тех, кто первым решит все задания страницы, редакция вручит приз. Вперед!</w:t>
      </w:r>
    </w:p>
    <w:p w:rsidR="00802A26" w:rsidRPr="005E2699" w:rsidRDefault="00802A26" w:rsidP="00802A26">
      <w:pPr>
        <w:rPr>
          <w:i/>
          <w:sz w:val="32"/>
          <w:szCs w:val="32"/>
        </w:rPr>
      </w:pPr>
    </w:p>
    <w:p w:rsidR="00802A26" w:rsidRPr="005E2699" w:rsidRDefault="00802A26" w:rsidP="00802A26">
      <w:pPr>
        <w:pStyle w:val="a3"/>
        <w:numPr>
          <w:ilvl w:val="0"/>
          <w:numId w:val="1"/>
        </w:numPr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>Напишите недостающие цифры в ряду:</w:t>
      </w:r>
    </w:p>
    <w:p w:rsidR="00802A26" w:rsidRPr="005E2699" w:rsidRDefault="00802A26" w:rsidP="00802A26">
      <w:pPr>
        <w:pStyle w:val="a3"/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>24; 21; 19; 18; 15; 13; _; _;7.</w:t>
      </w:r>
    </w:p>
    <w:p w:rsidR="00802A26" w:rsidRPr="005E2699" w:rsidRDefault="00802A26" w:rsidP="00802A26">
      <w:pPr>
        <w:pStyle w:val="a3"/>
        <w:numPr>
          <w:ilvl w:val="0"/>
          <w:numId w:val="1"/>
        </w:numPr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 xml:space="preserve">Продавец на рынке продает шапку. Стоит 10 тенге. Подходит покупатель и согласен взять. Но у него есть только 25 тенге. Продавец просит соседку разменять. Она даёт ему 10+10+5 тенге. Продавец отдаёт шапку и сдачу в 15 тенге, а 10 теге оставляет себе. Позже приходит соседка и говорит, что 25 тенге фальшивые, требует отдать ей деньги.  Продавец возвращает их. </w:t>
      </w:r>
      <w:proofErr w:type="gramStart"/>
      <w:r w:rsidRPr="005E2699">
        <w:rPr>
          <w:rFonts w:ascii="Bookman Old Style" w:hAnsi="Bookman Old Style"/>
          <w:i/>
          <w:sz w:val="32"/>
          <w:szCs w:val="32"/>
        </w:rPr>
        <w:t>На сколько</w:t>
      </w:r>
      <w:proofErr w:type="gramEnd"/>
      <w:r w:rsidRPr="005E2699">
        <w:rPr>
          <w:rFonts w:ascii="Bookman Old Style" w:hAnsi="Bookman Old Style"/>
          <w:i/>
          <w:sz w:val="32"/>
          <w:szCs w:val="32"/>
        </w:rPr>
        <w:t xml:space="preserve"> обманули продавца?</w:t>
      </w:r>
    </w:p>
    <w:p w:rsidR="00802A26" w:rsidRPr="005E2699" w:rsidRDefault="00802A26" w:rsidP="00802A26">
      <w:pPr>
        <w:pStyle w:val="a3"/>
        <w:numPr>
          <w:ilvl w:val="0"/>
          <w:numId w:val="1"/>
        </w:numPr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 xml:space="preserve">Площадь Белоруссии составляет 4% от площади России, а площадь России от площади Белоруссии … </w:t>
      </w:r>
    </w:p>
    <w:p w:rsidR="00802A26" w:rsidRPr="005E2699" w:rsidRDefault="00802A26" w:rsidP="00802A26">
      <w:pPr>
        <w:pStyle w:val="a3"/>
        <w:numPr>
          <w:ilvl w:val="0"/>
          <w:numId w:val="1"/>
        </w:numPr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>Сколько раз встречается цифра 4 от 1 до 50?</w:t>
      </w:r>
    </w:p>
    <w:p w:rsidR="00802A26" w:rsidRPr="005E2699" w:rsidRDefault="00802A26" w:rsidP="00802A26">
      <w:pPr>
        <w:pStyle w:val="a3"/>
        <w:numPr>
          <w:ilvl w:val="0"/>
          <w:numId w:val="1"/>
        </w:numPr>
        <w:ind w:left="426" w:hanging="284"/>
        <w:jc w:val="both"/>
        <w:rPr>
          <w:rFonts w:ascii="Bookman Old Style" w:hAnsi="Bookman Old Style"/>
          <w:i/>
          <w:sz w:val="32"/>
          <w:szCs w:val="32"/>
        </w:rPr>
      </w:pPr>
      <w:r w:rsidRPr="005E2699">
        <w:rPr>
          <w:rFonts w:ascii="Bookman Old Style" w:hAnsi="Bookman Old Style"/>
          <w:i/>
          <w:sz w:val="32"/>
          <w:szCs w:val="32"/>
        </w:rPr>
        <w:t>При увеличении скорости на 10 км/ч вероятность аварии возрастает в 5 раз. А во сколько  раз возрастает вероятность при увеличении скорости на 20 км/ч?</w:t>
      </w:r>
    </w:p>
    <w:p w:rsidR="001065CD" w:rsidRPr="00802A26" w:rsidRDefault="00802A26" w:rsidP="00802A26">
      <w:pPr>
        <w:pStyle w:val="a3"/>
        <w:ind w:left="426"/>
        <w:rPr>
          <w:i/>
          <w:sz w:val="30"/>
          <w:szCs w:val="30"/>
        </w:rPr>
      </w:pPr>
      <w:r>
        <w:rPr>
          <w:noProof/>
          <w:lang w:eastAsia="ru-RU"/>
        </w:rPr>
        <w:drawing>
          <wp:inline distT="0" distB="0" distL="0" distR="0">
            <wp:extent cx="2114550" cy="2047875"/>
            <wp:effectExtent l="19050" t="0" r="0" b="0"/>
            <wp:docPr id="1" name="Рисунок 1" descr="&amp;Kcy;&amp;acy;&amp;rcy;&amp;tcy;&amp;icy;&amp;ncy;&amp;kcy;&amp;icy; &amp;pcy;&amp;ocy; &amp;zcy;&amp;acy;&amp;pcy;&amp;rcy;&amp;ocy;&amp;scy;&amp;ucy; &amp;dcy;&amp;ucy;&amp;mcy;&amp;acy;&amp;yucy;&amp;shchcy;&amp;icy;&amp;iecy; &amp;chcy;&amp;iecy;&amp;lcy;&amp;ocy;&amp;vcy;&amp;iecy;&amp;chcy;&amp;k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Kcy;&amp;acy;&amp;rcy;&amp;tcy;&amp;icy;&amp;ncy;&amp;kcy;&amp;icy; &amp;pcy;&amp;ocy; &amp;zcy;&amp;acy;&amp;pcy;&amp;rcy;&amp;ocy;&amp;scy;&amp;ucy; &amp;dcy;&amp;ucy;&amp;mcy;&amp;acy;&amp;yucy;&amp;shchcy;&amp;icy;&amp;iecy; &amp;chcy;&amp;iecy;&amp;lcy;&amp;ocy;&amp;vcy;&amp;iecy;&amp;chcy;&amp;kcy;&amp;icy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sz w:val="30"/>
          <w:szCs w:val="30"/>
        </w:rPr>
        <w:t xml:space="preserve">  </w:t>
      </w:r>
      <w:r w:rsidRPr="00E549F6">
        <w:rPr>
          <w:b/>
          <w:noProof/>
          <w:sz w:val="28"/>
          <w:szCs w:val="28"/>
          <w:lang w:eastAsia="ru-RU"/>
        </w:rPr>
        <w:t>Автор странички  Карина Беисова, 9А класс</w:t>
      </w:r>
    </w:p>
    <w:sectPr w:rsidR="001065CD" w:rsidRPr="00802A26" w:rsidSect="005D4297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26870"/>
    <w:multiLevelType w:val="hybridMultilevel"/>
    <w:tmpl w:val="D8E68E18"/>
    <w:lvl w:ilvl="0" w:tplc="88467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802A26"/>
    <w:rsid w:val="0000172F"/>
    <w:rsid w:val="00044029"/>
    <w:rsid w:val="001065CD"/>
    <w:rsid w:val="0080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A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2A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78;&#1077;&#1083;&#1080;&#1082;&#1072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>SPecialiST RePack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Анжелика</cp:lastModifiedBy>
  <cp:revision>1</cp:revision>
  <dcterms:created xsi:type="dcterms:W3CDTF">2016-09-28T07:14:00Z</dcterms:created>
  <dcterms:modified xsi:type="dcterms:W3CDTF">2016-09-28T07:16:00Z</dcterms:modified>
</cp:coreProperties>
</file>